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B5" w:rsidRPr="00C92C88" w:rsidRDefault="00447BB5" w:rsidP="00B01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2C88">
        <w:rPr>
          <w:rFonts w:ascii="Times New Roman" w:hAnsi="Times New Roman"/>
          <w:b/>
          <w:bCs/>
          <w:sz w:val="28"/>
          <w:szCs w:val="28"/>
        </w:rPr>
        <w:t>АДМИНИСТРАЦИЯ СОВХОЗНОГО СЕЛЬСОВЕТА</w:t>
      </w:r>
    </w:p>
    <w:p w:rsidR="00447BB5" w:rsidRPr="00C92C88" w:rsidRDefault="00447BB5" w:rsidP="00B01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2C88">
        <w:rPr>
          <w:rFonts w:ascii="Times New Roman" w:hAnsi="Times New Roman"/>
          <w:b/>
          <w:bCs/>
          <w:sz w:val="28"/>
          <w:szCs w:val="28"/>
        </w:rPr>
        <w:t>ИСКИТИМСКОГО РАЙОНА НОВОСИБИРСКОЙ ОБЛАСТИ</w:t>
      </w:r>
    </w:p>
    <w:p w:rsidR="00447BB5" w:rsidRPr="00C92C88" w:rsidRDefault="00447BB5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92C88"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</w:p>
    <w:p w:rsidR="00447BB5" w:rsidRPr="00C92C88" w:rsidRDefault="00447BB5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</w:t>
      </w:r>
      <w:r w:rsidRPr="00C92C88"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</w:t>
      </w: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18.05.2016     </w:t>
      </w:r>
      <w:r w:rsidRPr="00C92C8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107</w:t>
      </w: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__________№_________</w:t>
      </w:r>
    </w:p>
    <w:p w:rsidR="00447BB5" w:rsidRPr="00C92C88" w:rsidRDefault="00447BB5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с</w:t>
      </w:r>
      <w:r w:rsidRPr="00C92C88">
        <w:rPr>
          <w:rFonts w:ascii="Times New Roman" w:hAnsi="Times New Roman"/>
          <w:bCs/>
          <w:sz w:val="28"/>
          <w:szCs w:val="28"/>
        </w:rPr>
        <w:t xml:space="preserve">.Лебедевка </w:t>
      </w:r>
    </w:p>
    <w:p w:rsidR="00447BB5" w:rsidRDefault="00447BB5" w:rsidP="00CD4CA9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b/>
          <w:bCs/>
          <w:sz w:val="20"/>
          <w:szCs w:val="20"/>
        </w:rPr>
      </w:pPr>
    </w:p>
    <w:p w:rsidR="00447BB5" w:rsidRDefault="00447BB5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b/>
          <w:bCs/>
          <w:sz w:val="20"/>
          <w:szCs w:val="20"/>
        </w:rPr>
      </w:pPr>
    </w:p>
    <w:p w:rsidR="00447BB5" w:rsidRPr="000654C5" w:rsidRDefault="00447BB5" w:rsidP="008471E8">
      <w:pPr>
        <w:spacing w:after="0"/>
        <w:rPr>
          <w:rFonts w:ascii="Times New Roman" w:hAnsi="Times New Roman"/>
          <w:sz w:val="24"/>
          <w:szCs w:val="24"/>
        </w:rPr>
      </w:pPr>
      <w:r w:rsidRPr="000654C5">
        <w:rPr>
          <w:rFonts w:ascii="Times New Roman" w:hAnsi="Times New Roman"/>
          <w:sz w:val="24"/>
          <w:szCs w:val="24"/>
        </w:rPr>
        <w:t xml:space="preserve">О внесение изменений в постановление администрации </w:t>
      </w:r>
    </w:p>
    <w:p w:rsidR="00447BB5" w:rsidRPr="000654C5" w:rsidRDefault="00447BB5" w:rsidP="008471E8">
      <w:pPr>
        <w:spacing w:after="0"/>
        <w:rPr>
          <w:rFonts w:ascii="Times New Roman" w:hAnsi="Times New Roman"/>
          <w:sz w:val="24"/>
          <w:szCs w:val="24"/>
        </w:rPr>
      </w:pPr>
      <w:r w:rsidRPr="000654C5">
        <w:rPr>
          <w:rFonts w:ascii="Times New Roman" w:hAnsi="Times New Roman"/>
          <w:sz w:val="24"/>
          <w:szCs w:val="24"/>
        </w:rPr>
        <w:t>Совхозного сельсовета Искитимского района Новосибирской области</w:t>
      </w:r>
    </w:p>
    <w:p w:rsidR="00447BB5" w:rsidRPr="000654C5" w:rsidRDefault="00447BB5" w:rsidP="000654C5">
      <w:pPr>
        <w:spacing w:after="0"/>
        <w:rPr>
          <w:rFonts w:ascii="Times New Roman" w:hAnsi="Times New Roman"/>
          <w:sz w:val="24"/>
          <w:szCs w:val="24"/>
        </w:rPr>
      </w:pPr>
      <w:r w:rsidRPr="000654C5">
        <w:rPr>
          <w:rFonts w:ascii="Times New Roman" w:hAnsi="Times New Roman"/>
          <w:sz w:val="24"/>
          <w:szCs w:val="24"/>
        </w:rPr>
        <w:t xml:space="preserve">от  16.11.2015 № 285 </w:t>
      </w:r>
      <w:r>
        <w:rPr>
          <w:rFonts w:ascii="Times New Roman" w:hAnsi="Times New Roman"/>
          <w:sz w:val="24"/>
          <w:szCs w:val="24"/>
        </w:rPr>
        <w:t>«</w:t>
      </w:r>
      <w:r w:rsidRPr="000654C5">
        <w:rPr>
          <w:rFonts w:ascii="Times New Roman" w:hAnsi="Times New Roman"/>
          <w:sz w:val="24"/>
          <w:szCs w:val="24"/>
        </w:rPr>
        <w:t>О продлении срока реализации и внесении изменений  в постановление от 30.10.2014 № 227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0654C5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</w:p>
    <w:p w:rsidR="00447BB5" w:rsidRPr="000654C5" w:rsidRDefault="00447BB5" w:rsidP="000654C5">
      <w:pPr>
        <w:spacing w:after="0"/>
        <w:rPr>
          <w:rFonts w:ascii="Times New Roman" w:hAnsi="Times New Roman"/>
          <w:sz w:val="24"/>
          <w:szCs w:val="24"/>
        </w:rPr>
      </w:pPr>
      <w:r w:rsidRPr="000654C5">
        <w:rPr>
          <w:rFonts w:ascii="Times New Roman" w:hAnsi="Times New Roman"/>
          <w:sz w:val="24"/>
          <w:szCs w:val="24"/>
        </w:rPr>
        <w:t>«Физическая культура и спорт на территории Совхозного сельсовета</w:t>
      </w:r>
    </w:p>
    <w:p w:rsidR="00447BB5" w:rsidRPr="000654C5" w:rsidRDefault="00447BB5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4C5">
        <w:rPr>
          <w:rFonts w:ascii="Times New Roman" w:hAnsi="Times New Roman"/>
          <w:sz w:val="24"/>
          <w:szCs w:val="24"/>
        </w:rPr>
        <w:t>Искитимского района Новосибирской областина 2015-2017 годы»</w:t>
      </w: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1735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результатам экспертного заключения управления законопроектных работ и ведения регистра № 1529-4-04/9 на постановление администрации Совхозного сельсовета Искитимского района Новосибирской области от 30.10.2014 № 227 «Об утверждении муниципальной долгосрочной целевой программы «Физическая культура и спорт на территории Совхозного сельсовета Искитимского района Новосибирской области на 2015-2017 годы» (с изменениями, внесенными постановлением администрации Совхозного сельсовета Искитимского района Новосибирской области от 16.11.2015 № 285)</w:t>
      </w:r>
      <w:r w:rsidRPr="008471E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47BB5" w:rsidRDefault="00447BB5" w:rsidP="00173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ПОСТАНОВЛЯЮ: </w:t>
      </w:r>
    </w:p>
    <w:p w:rsidR="00447BB5" w:rsidRPr="006E3DEB" w:rsidRDefault="00447BB5" w:rsidP="001735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1.Внести следующие изменения в постановление  </w:t>
      </w:r>
      <w:r w:rsidRPr="006E3DEB">
        <w:rPr>
          <w:rFonts w:ascii="Times New Roman" w:hAnsi="Times New Roman"/>
          <w:sz w:val="28"/>
          <w:szCs w:val="28"/>
        </w:rPr>
        <w:t>администрации Совхозного сельсовета Искитимского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3DEB">
        <w:rPr>
          <w:rFonts w:ascii="Times New Roman" w:hAnsi="Times New Roman"/>
          <w:sz w:val="28"/>
          <w:szCs w:val="28"/>
        </w:rPr>
        <w:t xml:space="preserve">от  16.11.2015 № 285 </w:t>
      </w:r>
      <w:r>
        <w:rPr>
          <w:rFonts w:ascii="Times New Roman" w:hAnsi="Times New Roman"/>
          <w:sz w:val="28"/>
          <w:szCs w:val="28"/>
        </w:rPr>
        <w:t>«</w:t>
      </w:r>
      <w:r w:rsidRPr="006E3DEB">
        <w:rPr>
          <w:rFonts w:ascii="Times New Roman" w:hAnsi="Times New Roman"/>
          <w:sz w:val="28"/>
          <w:szCs w:val="28"/>
        </w:rPr>
        <w:t>О продлении срока реализации и внесени</w:t>
      </w:r>
      <w:r>
        <w:rPr>
          <w:rFonts w:ascii="Times New Roman" w:hAnsi="Times New Roman"/>
          <w:sz w:val="28"/>
          <w:szCs w:val="28"/>
        </w:rPr>
        <w:t>и изменений  в постановление от</w:t>
      </w:r>
      <w:r w:rsidRPr="006E3DEB">
        <w:rPr>
          <w:rFonts w:ascii="Times New Roman" w:hAnsi="Times New Roman"/>
          <w:sz w:val="28"/>
          <w:szCs w:val="28"/>
        </w:rPr>
        <w:t xml:space="preserve">30.10.2014 № 227 </w:t>
      </w:r>
      <w:r>
        <w:rPr>
          <w:rFonts w:ascii="Times New Roman" w:hAnsi="Times New Roman"/>
          <w:sz w:val="28"/>
          <w:szCs w:val="28"/>
        </w:rPr>
        <w:t>«</w:t>
      </w:r>
      <w:r w:rsidRPr="006E3DEB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</w:p>
    <w:p w:rsidR="00447BB5" w:rsidRPr="006E3DEB" w:rsidRDefault="00447BB5" w:rsidP="001735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3DEB">
        <w:rPr>
          <w:rFonts w:ascii="Times New Roman" w:hAnsi="Times New Roman"/>
          <w:sz w:val="28"/>
          <w:szCs w:val="28"/>
        </w:rPr>
        <w:t>«Физическая культура и спорт на территории Совхозного сельсовета</w:t>
      </w:r>
    </w:p>
    <w:p w:rsidR="00447BB5" w:rsidRDefault="00447BB5" w:rsidP="00173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DEB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3DEB">
        <w:rPr>
          <w:rFonts w:ascii="Times New Roman" w:hAnsi="Times New Roman"/>
          <w:sz w:val="28"/>
          <w:szCs w:val="28"/>
        </w:rPr>
        <w:t>на 2015-2017 годы»</w:t>
      </w:r>
      <w:r>
        <w:rPr>
          <w:rFonts w:ascii="Times New Roman" w:hAnsi="Times New Roman"/>
          <w:sz w:val="28"/>
          <w:szCs w:val="28"/>
        </w:rPr>
        <w:t>:</w:t>
      </w:r>
    </w:p>
    <w:p w:rsidR="00447BB5" w:rsidRPr="006E3DEB" w:rsidRDefault="00447BB5" w:rsidP="00173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наименовании, пункте 1 постановления, наименовании паспорта программы цифры «2017» заменить цифрами «2020».</w:t>
      </w:r>
    </w:p>
    <w:p w:rsidR="00447BB5" w:rsidRDefault="00447BB5" w:rsidP="001735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2.Опубликовать настоящее постановление в газете «Искитимская газета» и на сайте Совхозного сельсовета.</w:t>
      </w:r>
    </w:p>
    <w:p w:rsidR="00447BB5" w:rsidRDefault="00447BB5" w:rsidP="001735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Контроль за исполнением настоящего постановления оставляю за собой.</w:t>
      </w:r>
    </w:p>
    <w:p w:rsidR="00447BB5" w:rsidRDefault="00447BB5" w:rsidP="0017355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Глава Совхозного сельсовета                                              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Н.Г.Орлов                     </w:t>
      </w: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47BB5" w:rsidRDefault="00447BB5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sectPr w:rsidR="00447BB5" w:rsidSect="00D32328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C90"/>
    <w:rsid w:val="00027633"/>
    <w:rsid w:val="00052CE6"/>
    <w:rsid w:val="000654C5"/>
    <w:rsid w:val="000A2B55"/>
    <w:rsid w:val="000A413B"/>
    <w:rsid w:val="000A7888"/>
    <w:rsid w:val="00121048"/>
    <w:rsid w:val="0017355A"/>
    <w:rsid w:val="001C5D76"/>
    <w:rsid w:val="00214964"/>
    <w:rsid w:val="0028410F"/>
    <w:rsid w:val="002A00F2"/>
    <w:rsid w:val="002C37B5"/>
    <w:rsid w:val="002D2C54"/>
    <w:rsid w:val="002E455A"/>
    <w:rsid w:val="0033433A"/>
    <w:rsid w:val="003A2EB8"/>
    <w:rsid w:val="003E121C"/>
    <w:rsid w:val="003F1BF7"/>
    <w:rsid w:val="00447BB5"/>
    <w:rsid w:val="00472A15"/>
    <w:rsid w:val="00480B31"/>
    <w:rsid w:val="005002D0"/>
    <w:rsid w:val="005004A4"/>
    <w:rsid w:val="0052778D"/>
    <w:rsid w:val="005A13AF"/>
    <w:rsid w:val="005E328D"/>
    <w:rsid w:val="006024C6"/>
    <w:rsid w:val="006223CB"/>
    <w:rsid w:val="00630D1B"/>
    <w:rsid w:val="006727F6"/>
    <w:rsid w:val="00673C6B"/>
    <w:rsid w:val="006B701B"/>
    <w:rsid w:val="006E3DEB"/>
    <w:rsid w:val="006E7C88"/>
    <w:rsid w:val="007350E7"/>
    <w:rsid w:val="007931C6"/>
    <w:rsid w:val="007A76CB"/>
    <w:rsid w:val="007C7067"/>
    <w:rsid w:val="007F5524"/>
    <w:rsid w:val="008471E8"/>
    <w:rsid w:val="00865C19"/>
    <w:rsid w:val="00897B93"/>
    <w:rsid w:val="008E4242"/>
    <w:rsid w:val="009218B5"/>
    <w:rsid w:val="009B0F16"/>
    <w:rsid w:val="009C51D3"/>
    <w:rsid w:val="009E7CFB"/>
    <w:rsid w:val="00A510E8"/>
    <w:rsid w:val="00A7246B"/>
    <w:rsid w:val="00AF065D"/>
    <w:rsid w:val="00B01E28"/>
    <w:rsid w:val="00B27C8C"/>
    <w:rsid w:val="00B82B43"/>
    <w:rsid w:val="00BB06AB"/>
    <w:rsid w:val="00BD12CC"/>
    <w:rsid w:val="00BD73B5"/>
    <w:rsid w:val="00BF1438"/>
    <w:rsid w:val="00BF268A"/>
    <w:rsid w:val="00C044F8"/>
    <w:rsid w:val="00C12B76"/>
    <w:rsid w:val="00C3426B"/>
    <w:rsid w:val="00C92C88"/>
    <w:rsid w:val="00C95C84"/>
    <w:rsid w:val="00CA0614"/>
    <w:rsid w:val="00CC7DCA"/>
    <w:rsid w:val="00CD4CA9"/>
    <w:rsid w:val="00CE6228"/>
    <w:rsid w:val="00D32328"/>
    <w:rsid w:val="00D37BF8"/>
    <w:rsid w:val="00D47B81"/>
    <w:rsid w:val="00E107D8"/>
    <w:rsid w:val="00E57C90"/>
    <w:rsid w:val="00EF18E9"/>
    <w:rsid w:val="00F04EEA"/>
    <w:rsid w:val="00F4517E"/>
    <w:rsid w:val="00F45662"/>
    <w:rsid w:val="00FC4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C90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052CE6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52CE6"/>
    <w:rPr>
      <w:rFonts w:ascii="Times New Roman" w:hAnsi="Times New Roman" w:cs="Times New Roman"/>
      <w:b/>
      <w:bCs/>
      <w:sz w:val="27"/>
      <w:szCs w:val="27"/>
      <w:lang w:eastAsia="ar-SA" w:bidi="ar-SA"/>
    </w:rPr>
  </w:style>
  <w:style w:type="paragraph" w:styleId="NoSpacing">
    <w:name w:val="No Spacing"/>
    <w:uiPriority w:val="99"/>
    <w:qFormat/>
    <w:rsid w:val="00052CE6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052C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52CE6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52C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52CE6"/>
    <w:rPr>
      <w:rFonts w:cs="Times New Roman"/>
    </w:rPr>
  </w:style>
  <w:style w:type="paragraph" w:customStyle="1" w:styleId="21">
    <w:name w:val="Основной текст 21"/>
    <w:basedOn w:val="Normal"/>
    <w:uiPriority w:val="99"/>
    <w:rsid w:val="00BD12CC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">
    <w:name w:val="Знак Знак Знак Знак Знак Знак Знак"/>
    <w:basedOn w:val="Normal"/>
    <w:uiPriority w:val="99"/>
    <w:rsid w:val="008471E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345</Words>
  <Characters>1972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Admin</cp:lastModifiedBy>
  <cp:revision>8</cp:revision>
  <cp:lastPrinted>2016-05-18T08:10:00Z</cp:lastPrinted>
  <dcterms:created xsi:type="dcterms:W3CDTF">2016-05-18T04:51:00Z</dcterms:created>
  <dcterms:modified xsi:type="dcterms:W3CDTF">2016-05-20T03:32:00Z</dcterms:modified>
</cp:coreProperties>
</file>